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96A7D8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11120">
        <w:rPr>
          <w:rStyle w:val="Strong"/>
          <w:rFonts w:asciiTheme="minorHAnsi" w:hAnsiTheme="minorHAnsi" w:cstheme="minorHAnsi"/>
          <w:lang w:val="en-GB"/>
        </w:rPr>
        <w:t>46-G007-24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4DCF7C3" w:rsidR="00B0293A" w:rsidRPr="00F05A3C" w:rsidRDefault="0024654D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Pr="0024654D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March, 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F6ECA03" w:rsidR="00B0293A" w:rsidRPr="00F05A3C" w:rsidRDefault="0024654D" w:rsidP="00F05A3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Pr="0024654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March, 2024</w:t>
            </w:r>
            <w:r w:rsidR="00B0293A" w:rsidRPr="00F05A3C">
              <w:rPr>
                <w:rFonts w:ascii="Calibri" w:hAnsi="Calibri"/>
                <w:szCs w:val="20"/>
              </w:rPr>
              <w:t xml:space="preserve"> 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C9DD051" w:rsidR="00B0293A" w:rsidRPr="00F05A3C" w:rsidRDefault="0024654D" w:rsidP="00F267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Pr="0024654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March, 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296ED79" w:rsidR="00B0293A" w:rsidRPr="00F05A3C" w:rsidRDefault="0024654D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Pr="0024654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March, 2024</w:t>
            </w:r>
            <w:r w:rsidR="00B0293A" w:rsidRPr="00F05A3C">
              <w:rPr>
                <w:rFonts w:ascii="Calibri" w:hAnsi="Calibri"/>
                <w:szCs w:val="20"/>
              </w:rPr>
              <w:t>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4A29101" w:rsidR="00B0293A" w:rsidRPr="00F05A3C" w:rsidRDefault="00F05A3C" w:rsidP="00246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4654D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</w:t>
            </w:r>
            <w:r w:rsidR="0024654D">
              <w:rPr>
                <w:rFonts w:ascii="Calibri" w:hAnsi="Calibri"/>
                <w:szCs w:val="20"/>
              </w:rPr>
              <w:t>03</w:t>
            </w:r>
            <w:r>
              <w:rPr>
                <w:rFonts w:ascii="Calibri" w:hAnsi="Calibri"/>
                <w:szCs w:val="20"/>
              </w:rPr>
              <w:t>/202</w:t>
            </w:r>
            <w:r w:rsidR="0024654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F51EF57" w:rsidR="00B0293A" w:rsidRPr="00F05A3C" w:rsidRDefault="0024654D" w:rsidP="00246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03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5C80B0E" w:rsidR="00B0293A" w:rsidRPr="00F05A3C" w:rsidRDefault="00411120" w:rsidP="00246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F05A3C">
              <w:rPr>
                <w:rFonts w:ascii="Calibri" w:hAnsi="Calibri"/>
                <w:szCs w:val="20"/>
              </w:rPr>
              <w:t>/</w:t>
            </w:r>
            <w:r w:rsidR="0024654D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4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24654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22E090E" w:rsidR="00B0293A" w:rsidRPr="00F05A3C" w:rsidRDefault="00411120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24654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F05A3C">
              <w:rPr>
                <w:rFonts w:ascii="Calibri" w:hAnsi="Calibri"/>
                <w:szCs w:val="20"/>
              </w:rPr>
              <w:t>/202</w:t>
            </w:r>
            <w:r w:rsidR="0024654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86271C6" w:rsidR="00B0293A" w:rsidRPr="00F05A3C" w:rsidRDefault="00411120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24654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24654D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896263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3EF78" w14:textId="77777777" w:rsidR="00896263" w:rsidRDefault="00896263">
      <w:r>
        <w:separator/>
      </w:r>
    </w:p>
  </w:endnote>
  <w:endnote w:type="continuationSeparator" w:id="0">
    <w:p w14:paraId="1A53E6AD" w14:textId="77777777" w:rsidR="00896263" w:rsidRDefault="00896263">
      <w:r>
        <w:continuationSeparator/>
      </w:r>
    </w:p>
  </w:endnote>
  <w:endnote w:type="continuationNotice" w:id="1">
    <w:p w14:paraId="6D12DADA" w14:textId="77777777" w:rsidR="00896263" w:rsidRDefault="008962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4654D" w:rsidRPr="0024654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4654D" w:rsidRPr="0024654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6D3B69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11120">
      <w:rPr>
        <w:noProof/>
      </w:rPr>
      <w:t>2024-02-29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C34AF" w14:textId="77777777" w:rsidR="00896263" w:rsidRDefault="00896263">
      <w:r>
        <w:separator/>
      </w:r>
    </w:p>
  </w:footnote>
  <w:footnote w:type="continuationSeparator" w:id="0">
    <w:p w14:paraId="71842BD1" w14:textId="77777777" w:rsidR="00896263" w:rsidRDefault="00896263">
      <w:r>
        <w:continuationSeparator/>
      </w:r>
    </w:p>
  </w:footnote>
  <w:footnote w:type="continuationNotice" w:id="1">
    <w:p w14:paraId="533C0604" w14:textId="77777777" w:rsidR="00896263" w:rsidRDefault="008962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DE4CC7F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145684">
    <w:abstractNumId w:val="1"/>
  </w:num>
  <w:num w:numId="2" w16cid:durableId="988437251">
    <w:abstractNumId w:val="10"/>
  </w:num>
  <w:num w:numId="3" w16cid:durableId="1948610271">
    <w:abstractNumId w:val="11"/>
  </w:num>
  <w:num w:numId="4" w16cid:durableId="1660502528">
    <w:abstractNumId w:val="4"/>
  </w:num>
  <w:num w:numId="5" w16cid:durableId="1562904716">
    <w:abstractNumId w:val="3"/>
  </w:num>
  <w:num w:numId="6" w16cid:durableId="310183187">
    <w:abstractNumId w:val="7"/>
  </w:num>
  <w:num w:numId="7" w16cid:durableId="441271191">
    <w:abstractNumId w:val="5"/>
  </w:num>
  <w:num w:numId="8" w16cid:durableId="1025209642">
    <w:abstractNumId w:val="9"/>
  </w:num>
  <w:num w:numId="9" w16cid:durableId="230695665">
    <w:abstractNumId w:val="0"/>
  </w:num>
  <w:num w:numId="10" w16cid:durableId="540749601">
    <w:abstractNumId w:val="8"/>
  </w:num>
  <w:num w:numId="11" w16cid:durableId="1334993061">
    <w:abstractNumId w:val="2"/>
  </w:num>
  <w:num w:numId="12" w16cid:durableId="2972981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54D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120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63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2FA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2450B-B5DD-49D6-94EE-073486B7C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2024-02-28T23:19:00Z</dcterms:created>
  <dcterms:modified xsi:type="dcterms:W3CDTF">2024-02-29T03:36:00Z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